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6240E22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F453B89" w14:textId="77777777" w:rsidR="00B67D39" w:rsidRPr="00165127" w:rsidRDefault="00B67D39" w:rsidP="0070029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70029B" w:rsidRPr="00165127">
              <w:rPr>
                <w:rFonts w:asciiTheme="minorHAnsi" w:hAnsiTheme="minorHAnsi" w:cstheme="minorHAnsi"/>
                <w:b/>
                <w:bCs/>
                <w:color w:val="000000"/>
              </w:rPr>
              <w:t>Zamość</w:t>
            </w:r>
          </w:p>
          <w:p w14:paraId="3F4CA6ED" w14:textId="03506EDE" w:rsidR="0070029B" w:rsidRPr="0070029B" w:rsidRDefault="0070029B" w:rsidP="0070029B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</w:rPr>
            </w:pPr>
            <w:r w:rsidRPr="00165127">
              <w:rPr>
                <w:rFonts w:asciiTheme="minorHAnsi" w:hAnsiTheme="minorHAnsi" w:cstheme="minorHAnsi"/>
                <w:b/>
                <w:bCs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0B34557E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Na potrzeby postępowania o udzielenie zamówienia prowadzonego pn.</w:t>
      </w:r>
      <w:r w:rsidR="0070029B" w:rsidRPr="0070029B">
        <w:rPr>
          <w:rFonts w:cstheme="minorHAnsi"/>
          <w:b/>
          <w:i/>
          <w:sz w:val="20"/>
        </w:rPr>
        <w:t xml:space="preserve"> </w:t>
      </w:r>
      <w:r w:rsidR="0070029B" w:rsidRPr="0070029B">
        <w:rPr>
          <w:rFonts w:cstheme="minorHAnsi"/>
          <w:b/>
          <w:iCs/>
          <w:szCs w:val="18"/>
        </w:rPr>
        <w:t>Zakup i dostawa krzeseł oraz foteli biurowych dla PGE Dystrybucja S.A. Oddział Zamość</w:t>
      </w:r>
      <w:r w:rsidRPr="00CC7E12">
        <w:rPr>
          <w:rFonts w:cstheme="minorHAnsi"/>
        </w:rPr>
        <w:t xml:space="preserve">, nr </w:t>
      </w:r>
      <w:r w:rsidR="00B46AB9">
        <w:rPr>
          <w:rFonts w:cstheme="minorHAnsi"/>
          <w:b/>
        </w:rPr>
        <w:t>POST/DYS/OZ/GZA/04346</w:t>
      </w:r>
      <w:r w:rsidR="00F26D97">
        <w:rPr>
          <w:rFonts w:cstheme="minorHAnsi"/>
          <w:b/>
        </w:rPr>
        <w:t>/2025</w:t>
      </w:r>
      <w:r w:rsidRPr="00CC7E12">
        <w:rPr>
          <w:rFonts w:cstheme="minorHAnsi"/>
        </w:rPr>
        <w:t>, prowadzonego przez</w:t>
      </w:r>
      <w:r w:rsidR="0070029B">
        <w:rPr>
          <w:rFonts w:cstheme="minorHAnsi"/>
        </w:rPr>
        <w:t xml:space="preserve"> 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70029B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70029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70029B">
        <w:rPr>
          <w:rFonts w:eastAsia="Times New Roman" w:cs="Arial"/>
        </w:rPr>
        <w:t>, zaktualizowanym rozporządzeniem Rady (UE) 2025/2033 (Dz.U. L, 2025/2033 z 23.10.2025) dalej: rozporządzenie 2025/2033</w:t>
      </w:r>
      <w:r w:rsidRPr="0070029B">
        <w:t>.</w:t>
      </w:r>
      <w:r w:rsidRPr="0070029B">
        <w:rPr>
          <w:vertAlign w:val="superscript"/>
        </w:rPr>
        <w:footnoteReference w:id="1"/>
      </w:r>
    </w:p>
    <w:p w14:paraId="3EA3242A" w14:textId="45435C0A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07594F89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2E3417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B46AB9" w:rsidRDefault="00381365" w:rsidP="00B46AB9">
      <w:pPr>
        <w:spacing w:after="0"/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B46AB9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B46AB9" w:rsidRDefault="00381365" w:rsidP="00B46AB9">
      <w:pPr>
        <w:spacing w:after="0"/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B46AB9">
        <w:rPr>
          <w:rFonts w:cstheme="minorHAnsi"/>
          <w:i/>
          <w:sz w:val="14"/>
          <w:szCs w:val="14"/>
        </w:rPr>
        <w:t>oświadczeń woli w imieniu Wykonawcy</w:t>
      </w:r>
      <w:r w:rsidR="00A62B4C" w:rsidRPr="00B46AB9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B46AB9" w:rsidSect="0070029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1FAC3" w14:textId="77777777" w:rsidR="00025BEB" w:rsidRDefault="00025BEB" w:rsidP="00582CE9">
      <w:pPr>
        <w:spacing w:after="0"/>
      </w:pPr>
      <w:r>
        <w:separator/>
      </w:r>
    </w:p>
  </w:endnote>
  <w:endnote w:type="continuationSeparator" w:id="0">
    <w:p w14:paraId="4E84B2AD" w14:textId="77777777" w:rsidR="00025BEB" w:rsidRDefault="00025BE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A8EEA" w14:textId="77777777" w:rsidR="00025BEB" w:rsidRDefault="00025BEB" w:rsidP="00582CE9">
      <w:pPr>
        <w:spacing w:after="0"/>
      </w:pPr>
      <w:r>
        <w:separator/>
      </w:r>
    </w:p>
  </w:footnote>
  <w:footnote w:type="continuationSeparator" w:id="0">
    <w:p w14:paraId="2A21D397" w14:textId="77777777" w:rsidR="00025BEB" w:rsidRDefault="00025BEB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91DD50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8822E21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2603AE0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613371D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348FE83F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259F3E5A" w:rsidR="00347E8D" w:rsidRPr="006E100D" w:rsidRDefault="00B46AB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POST/DYS/OZ/GZA/04346/2025</w:t>
          </w:r>
        </w:p>
        <w:p w14:paraId="1A19274F" w14:textId="2AF0FDDD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5B6C51A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5BEB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19A7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5127"/>
    <w:rsid w:val="00167B53"/>
    <w:rsid w:val="00172B93"/>
    <w:rsid w:val="00175F4C"/>
    <w:rsid w:val="00185AAB"/>
    <w:rsid w:val="00192A23"/>
    <w:rsid w:val="001974F6"/>
    <w:rsid w:val="001A4996"/>
    <w:rsid w:val="001B0061"/>
    <w:rsid w:val="001B0C8B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E3417"/>
    <w:rsid w:val="002F10CA"/>
    <w:rsid w:val="00303C67"/>
    <w:rsid w:val="00310CB3"/>
    <w:rsid w:val="00347E8D"/>
    <w:rsid w:val="00361E7C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1286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476C5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0017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230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0029B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74CE9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71BD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608D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1BC5"/>
    <w:rsid w:val="00B17A2B"/>
    <w:rsid w:val="00B260E3"/>
    <w:rsid w:val="00B3053E"/>
    <w:rsid w:val="00B31C09"/>
    <w:rsid w:val="00B379DE"/>
    <w:rsid w:val="00B422BD"/>
    <w:rsid w:val="00B44488"/>
    <w:rsid w:val="00B46AB9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0EF"/>
    <w:rsid w:val="00C003C6"/>
    <w:rsid w:val="00C04BFC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427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26D97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1A05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4 - dostawa krzeseł i foteli biurowych.docx</dmsv2BaseFileName>
    <dmsv2BaseDisplayName xmlns="http://schemas.microsoft.com/sharepoint/v3">Zał. nr 4 - dostawa krzeseł i foteli biurowych</dmsv2BaseDisplayName>
    <dmsv2SWPP2ObjectNumber xmlns="http://schemas.microsoft.com/sharepoint/v3" xsi:nil="true"/>
    <dmsv2SWPP2SumMD5 xmlns="http://schemas.microsoft.com/sharepoint/v3">e5b087358b94d1c8c177e2ab660cfc8b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699345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23854497</dmsv2BaseClientSystemDocumentID>
    <dmsv2BaseModifiedByID xmlns="http://schemas.microsoft.com/sharepoint/v3">12019691</dmsv2BaseModifiedByID>
    <dmsv2BaseCreatedByID xmlns="http://schemas.microsoft.com/sharepoint/v3">12019691</dmsv2BaseCreatedByID>
    <dmsv2SWPP2ObjectDepartment xmlns="http://schemas.microsoft.com/sharepoint/v3">00000001000700060000000b00000002</dmsv2SWPP2ObjectDepartment>
    <dmsv2SWPP2ObjectName xmlns="http://schemas.microsoft.com/sharepoint/v3">Wniosek</dmsv2SWPP2ObjectName>
    <_dlc_DocId xmlns="a19cb1c7-c5c7-46d4-85ae-d83685407bba">DPFVW34YURAE-834641568-9383</_dlc_DocId>
    <_dlc_DocIdUrl xmlns="a19cb1c7-c5c7-46d4-85ae-d83685407bba">
      <Url>https://swpp2.dms.gkpge.pl/sites/40/_layouts/15/DocIdRedir.aspx?ID=DPFVW34YURAE-834641568-9383</Url>
      <Description>DPFVW34YURAE-834641568-9383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57DD3D-D095-40E8-8E04-4EDC9D28668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7D8E794-CB58-4DE2-8D98-4FFA3727A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2</Pages>
  <Words>794</Words>
  <Characters>4767</Characters>
  <Application>Microsoft Office Word</Application>
  <DocSecurity>0</DocSecurity>
  <Lines>39</Lines>
  <Paragraphs>11</Paragraphs>
  <ScaleCrop>false</ScaleCrop>
  <Company>PGE Systemy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9</cp:revision>
  <cp:lastPrinted>2024-07-15T11:21:00Z</cp:lastPrinted>
  <dcterms:created xsi:type="dcterms:W3CDTF">2025-11-26T09:56:00Z</dcterms:created>
  <dcterms:modified xsi:type="dcterms:W3CDTF">2025-12-02T08:05:00Z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15c60c9b-2174-4cd7-bbef-a4e0d2ebfee1</vt:lpwstr>
  </property>
</Properties>
</file>